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A23D0" w14:textId="3199C58A" w:rsidR="00A756D0" w:rsidRDefault="00CF1DC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472B5">
        <w:rPr>
          <w:rFonts w:asciiTheme="majorHAnsi" w:eastAsia="Times New Roman" w:hAnsiTheme="majorHAnsi" w:cs="Times New Roman"/>
          <w:lang w:eastAsia="cs-CZ"/>
        </w:rPr>
        <w:t>2</w:t>
      </w:r>
      <w:r w:rsidR="00F472B5" w:rsidRPr="00DD29C3">
        <w:rPr>
          <w:rFonts w:asciiTheme="majorHAnsi" w:eastAsia="Times New Roman" w:hAnsiTheme="majorHAnsi" w:cs="Times New Roman"/>
          <w:lang w:eastAsia="cs-CZ"/>
        </w:rPr>
        <w:t xml:space="preserve"> </w:t>
      </w:r>
      <w:r w:rsidR="008C3F38" w:rsidRPr="000E0CEB">
        <w:rPr>
          <w:rFonts w:ascii="Verdana" w:eastAsia="Verdana" w:hAnsi="Verdana" w:cs="Calibri"/>
          <w:sz w:val="20"/>
          <w:szCs w:val="20"/>
        </w:rPr>
        <w:t>–</w:t>
      </w:r>
      <w:r w:rsidR="008C3F38">
        <w:rPr>
          <w:rFonts w:ascii="Verdana" w:eastAsia="Verdana" w:hAnsi="Verdana" w:cs="Calibri"/>
          <w:sz w:val="20"/>
          <w:szCs w:val="20"/>
        </w:rPr>
        <w:t xml:space="preserve"> </w:t>
      </w:r>
      <w:r w:rsidR="00D379D7" w:rsidRPr="00D379D7">
        <w:rPr>
          <w:rFonts w:asciiTheme="majorHAnsi" w:eastAsia="Times New Roman" w:hAnsiTheme="majorHAnsi" w:cs="Times New Roman"/>
          <w:lang w:eastAsia="cs-CZ"/>
        </w:rPr>
        <w:t>Cena plnění</w:t>
      </w:r>
    </w:p>
    <w:p w14:paraId="42D02787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"/>
        <w:tblW w:w="48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1531"/>
        <w:gridCol w:w="1470"/>
        <w:gridCol w:w="1335"/>
        <w:gridCol w:w="1316"/>
      </w:tblGrid>
      <w:tr w:rsidR="00A54545" w14:paraId="5A89718C" w14:textId="77777777" w:rsidTr="00D37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FFABD7E" w14:textId="35026745" w:rsidR="00A54545" w:rsidRPr="00810274" w:rsidRDefault="00A54545" w:rsidP="00243531">
            <w:pPr>
              <w:autoSpaceDE w:val="0"/>
              <w:autoSpaceDN w:val="0"/>
              <w:adjustRightInd w:val="0"/>
              <w:rPr>
                <w:rFonts w:cs="Verdana"/>
                <w:b/>
                <w:color w:val="000000"/>
              </w:rPr>
            </w:pPr>
            <w:r w:rsidRPr="00810274">
              <w:rPr>
                <w:rFonts w:cs="Verdana"/>
                <w:b/>
                <w:color w:val="000000"/>
              </w:rPr>
              <w:t>Činnost</w:t>
            </w:r>
            <w:r w:rsidR="00C05E43">
              <w:rPr>
                <w:rFonts w:cs="Verdana"/>
                <w:b/>
                <w:color w:val="000000"/>
              </w:rPr>
              <w:t xml:space="preserve"> v rámci I. H</w:t>
            </w:r>
            <w:r>
              <w:rPr>
                <w:rFonts w:cs="Verdana"/>
                <w:b/>
                <w:color w:val="000000"/>
              </w:rPr>
              <w:t>raničního milníku (</w:t>
            </w:r>
            <w:r w:rsidR="00C05E43">
              <w:rPr>
                <w:rFonts w:cs="Verdana"/>
                <w:b/>
                <w:bCs/>
              </w:rPr>
              <w:t xml:space="preserve">dle </w:t>
            </w:r>
            <w:proofErr w:type="gramStart"/>
            <w:r w:rsidR="00C05E43">
              <w:rPr>
                <w:rFonts w:cs="Verdana"/>
                <w:b/>
                <w:bCs/>
              </w:rPr>
              <w:t>H</w:t>
            </w:r>
            <w:r>
              <w:rPr>
                <w:rFonts w:cs="Verdana"/>
                <w:b/>
                <w:bCs/>
              </w:rPr>
              <w:t>armonogramu  -</w:t>
            </w:r>
            <w:proofErr w:type="gramEnd"/>
            <w:r>
              <w:rPr>
                <w:rFonts w:cs="Verdana"/>
                <w:b/>
                <w:bCs/>
              </w:rPr>
              <w:t xml:space="preserve"> </w:t>
            </w:r>
            <w:r w:rsidRPr="006C1C85">
              <w:rPr>
                <w:rFonts w:cs="Verdana"/>
                <w:b/>
                <w:bCs/>
              </w:rPr>
              <w:t xml:space="preserve">příloha č. </w:t>
            </w:r>
            <w:r>
              <w:rPr>
                <w:rFonts w:cs="Verdana"/>
                <w:b/>
                <w:bCs/>
              </w:rPr>
              <w:t>1</w:t>
            </w:r>
            <w:r w:rsidRPr="006C1C85">
              <w:rPr>
                <w:rFonts w:cs="Verdana"/>
                <w:b/>
                <w:bCs/>
              </w:rPr>
              <w:t xml:space="preserve"> Zadávací dokumentace</w:t>
            </w:r>
            <w:r>
              <w:rPr>
                <w:rFonts w:cs="Verdana"/>
                <w:b/>
                <w:bCs/>
              </w:rPr>
              <w:t>)</w:t>
            </w:r>
          </w:p>
        </w:tc>
        <w:tc>
          <w:tcPr>
            <w:tcW w:w="92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144868E" w14:textId="77777777" w:rsidR="00A54545" w:rsidRDefault="00A54545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b/>
                <w:bCs/>
                <w:color w:val="000000"/>
              </w:rPr>
              <w:t>Měrná jednotka</w:t>
            </w:r>
          </w:p>
        </w:tc>
        <w:tc>
          <w:tcPr>
            <w:tcW w:w="88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4CEAD21F" w14:textId="1AAD9AFD" w:rsidR="00A54545" w:rsidRPr="009B3BF2" w:rsidRDefault="00A54545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/>
                <w:bCs/>
                <w:color w:val="000000"/>
              </w:rPr>
            </w:pPr>
            <w:r>
              <w:rPr>
                <w:rFonts w:cs="Verdana"/>
                <w:b/>
                <w:bCs/>
                <w:color w:val="000000"/>
              </w:rPr>
              <w:t>Jednotková cena v Kč bez DPH</w:t>
            </w:r>
          </w:p>
        </w:tc>
        <w:tc>
          <w:tcPr>
            <w:tcW w:w="7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678BD59D" w14:textId="24286975" w:rsidR="00A54545" w:rsidRPr="009B3BF2" w:rsidRDefault="00A54545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/>
                <w:bCs/>
                <w:color w:val="000000"/>
              </w:rPr>
            </w:pPr>
            <w:r w:rsidRPr="009B3BF2">
              <w:rPr>
                <w:rFonts w:cs="Verdana"/>
                <w:b/>
                <w:bCs/>
                <w:color w:val="000000"/>
              </w:rPr>
              <w:t>Množství</w:t>
            </w:r>
            <w:r w:rsidR="006F177D">
              <w:rPr>
                <w:rFonts w:cs="Verdana"/>
                <w:b/>
                <w:bCs/>
                <w:color w:val="000000"/>
              </w:rPr>
              <w:t xml:space="preserve"> / Předpokládané </w:t>
            </w:r>
            <w:r w:rsidR="00A6022D">
              <w:rPr>
                <w:rFonts w:cs="Verdana"/>
                <w:b/>
                <w:bCs/>
                <w:color w:val="000000"/>
              </w:rPr>
              <w:t>množství (P)</w:t>
            </w:r>
          </w:p>
        </w:tc>
        <w:tc>
          <w:tcPr>
            <w:tcW w:w="7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A8EC684" w14:textId="0C7693C5" w:rsidR="00A54545" w:rsidRPr="009B3BF2" w:rsidRDefault="00A54545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/>
                <w:bCs/>
                <w:color w:val="000000"/>
              </w:rPr>
            </w:pPr>
            <w:r w:rsidRPr="009B3BF2">
              <w:rPr>
                <w:rFonts w:cs="Verdana"/>
                <w:b/>
                <w:bCs/>
                <w:color w:val="000000"/>
              </w:rPr>
              <w:t>Celková cena</w:t>
            </w:r>
            <w:r>
              <w:rPr>
                <w:rFonts w:cs="Verdana"/>
                <w:b/>
                <w:bCs/>
                <w:color w:val="000000"/>
              </w:rPr>
              <w:t xml:space="preserve"> v Kč bez DPH</w:t>
            </w:r>
          </w:p>
        </w:tc>
      </w:tr>
      <w:tr w:rsidR="00A54545" w14:paraId="5EAADDF6" w14:textId="77777777" w:rsidTr="00D379D7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65D5DF73" w14:textId="77777777" w:rsidR="00A54545" w:rsidRPr="000A01F2" w:rsidRDefault="00A54545" w:rsidP="000A01F2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 xml:space="preserve">Licence k CDE </w:t>
            </w:r>
          </w:p>
        </w:tc>
        <w:tc>
          <w:tcPr>
            <w:tcW w:w="924" w:type="pct"/>
            <w:vAlign w:val="center"/>
          </w:tcPr>
          <w:p w14:paraId="58EA2594" w14:textId="77777777" w:rsidR="00A54545" w:rsidRDefault="00A54545" w:rsidP="00FE207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Licence/rok</w:t>
            </w:r>
          </w:p>
        </w:tc>
        <w:tc>
          <w:tcPr>
            <w:tcW w:w="888" w:type="pct"/>
            <w:vAlign w:val="center"/>
          </w:tcPr>
          <w:p w14:paraId="29B080B3" w14:textId="289CB22D" w:rsidR="00A54545" w:rsidRDefault="00A54545" w:rsidP="00FE207F">
            <w:pPr>
              <w:autoSpaceDE w:val="0"/>
              <w:autoSpaceDN w:val="0"/>
              <w:adjustRightInd w:val="0"/>
              <w:ind w:left="10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73461603" w14:textId="4B3E666A" w:rsidR="00A54545" w:rsidRDefault="00A54545" w:rsidP="00FE207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</w:rPr>
              <w:t>800</w:t>
            </w:r>
            <w:r w:rsidR="006F177D">
              <w:rPr>
                <w:rFonts w:cs="Verdana"/>
              </w:rPr>
              <w:t xml:space="preserve"> (</w:t>
            </w:r>
            <w:r w:rsidR="00A6022D">
              <w:rPr>
                <w:rFonts w:cs="Verdana"/>
              </w:rPr>
              <w:t>P)</w:t>
            </w:r>
          </w:p>
        </w:tc>
        <w:tc>
          <w:tcPr>
            <w:tcW w:w="797" w:type="pct"/>
            <w:vAlign w:val="center"/>
          </w:tcPr>
          <w:p w14:paraId="62C759C3" w14:textId="1E6C3B98" w:rsidR="00A54545" w:rsidRDefault="00A54545" w:rsidP="00FE207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4CB7A5E4" w14:textId="77777777" w:rsidTr="00D379D7">
        <w:trPr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1BFA7D33" w14:textId="77777777" w:rsidR="00A54545" w:rsidRPr="000A01F2" w:rsidRDefault="00A54545" w:rsidP="000A01F2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>Instalace a Implementace CDE do SŽ – analytická činnost</w:t>
            </w:r>
          </w:p>
        </w:tc>
        <w:tc>
          <w:tcPr>
            <w:tcW w:w="924" w:type="pct"/>
            <w:vAlign w:val="center"/>
          </w:tcPr>
          <w:p w14:paraId="73A1CF9C" w14:textId="77777777" w:rsidR="00A54545" w:rsidRDefault="00A54545" w:rsidP="00FE207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 xml:space="preserve">Člověkohodin </w:t>
            </w:r>
          </w:p>
        </w:tc>
        <w:tc>
          <w:tcPr>
            <w:tcW w:w="888" w:type="pct"/>
            <w:vAlign w:val="center"/>
          </w:tcPr>
          <w:p w14:paraId="21A69BD2" w14:textId="3937087E" w:rsidR="00A54545" w:rsidRDefault="00A54545" w:rsidP="00FE207F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0FB47C6B" w14:textId="588E2024" w:rsidR="00A54545" w:rsidRDefault="00A54545" w:rsidP="00FE207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1 100</w:t>
            </w:r>
            <w:r w:rsidR="00A6022D">
              <w:rPr>
                <w:rFonts w:cs="Verdana"/>
                <w:color w:val="000000"/>
              </w:rPr>
              <w:t xml:space="preserve"> (P)</w:t>
            </w:r>
          </w:p>
        </w:tc>
        <w:tc>
          <w:tcPr>
            <w:tcW w:w="797" w:type="pct"/>
            <w:vAlign w:val="center"/>
          </w:tcPr>
          <w:p w14:paraId="1A15C008" w14:textId="0F4D8E30" w:rsidR="00A54545" w:rsidRDefault="00A54545" w:rsidP="00FE207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7CFB575C" w14:textId="77777777" w:rsidTr="00D379D7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3C63E6D5" w14:textId="77777777" w:rsidR="00A54545" w:rsidRPr="000A01F2" w:rsidRDefault="00A54545" w:rsidP="00701E63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>Instalace a Implementace CDE do SŽ – provedení</w:t>
            </w:r>
          </w:p>
        </w:tc>
        <w:tc>
          <w:tcPr>
            <w:tcW w:w="924" w:type="pct"/>
            <w:vAlign w:val="center"/>
          </w:tcPr>
          <w:p w14:paraId="5F9B4C66" w14:textId="77777777" w:rsidR="00A54545" w:rsidRDefault="00A54545" w:rsidP="00701E63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Komplet</w:t>
            </w:r>
          </w:p>
        </w:tc>
        <w:tc>
          <w:tcPr>
            <w:tcW w:w="888" w:type="pct"/>
            <w:vAlign w:val="center"/>
          </w:tcPr>
          <w:p w14:paraId="63CEC8C8" w14:textId="2D5474B2" w:rsidR="00A54545" w:rsidRDefault="00A54545" w:rsidP="00701E63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0EF997CC" w14:textId="77777777" w:rsidR="00A54545" w:rsidRDefault="00A54545" w:rsidP="00701E63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1841193F" w14:textId="1C0D9F6B" w:rsidR="00A54545" w:rsidRDefault="00A54545" w:rsidP="00701E63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44DE8D24" w14:textId="77777777" w:rsidTr="00D379D7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51535AA8" w14:textId="77777777" w:rsidR="00A54545" w:rsidRPr="000A01F2" w:rsidRDefault="00A54545" w:rsidP="00701E63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 xml:space="preserve">Integrace CDE s vybranými informačními systémy ŠZ – analytická činnost </w:t>
            </w:r>
          </w:p>
        </w:tc>
        <w:tc>
          <w:tcPr>
            <w:tcW w:w="924" w:type="pct"/>
            <w:vAlign w:val="center"/>
          </w:tcPr>
          <w:p w14:paraId="05C9D127" w14:textId="77777777" w:rsidR="00A54545" w:rsidRDefault="00A54545" w:rsidP="00701E63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Člověkohodin</w:t>
            </w:r>
          </w:p>
        </w:tc>
        <w:tc>
          <w:tcPr>
            <w:tcW w:w="888" w:type="pct"/>
            <w:vAlign w:val="center"/>
          </w:tcPr>
          <w:p w14:paraId="2A696AC9" w14:textId="51A97BAD" w:rsidR="00A54545" w:rsidRDefault="00A54545" w:rsidP="00701E63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29325B8A" w14:textId="04FA1C39" w:rsidR="00A54545" w:rsidRDefault="00A54545" w:rsidP="00701E63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2 200</w:t>
            </w:r>
            <w:r w:rsidR="00502F81">
              <w:rPr>
                <w:rFonts w:cs="Verdana"/>
                <w:color w:val="000000"/>
              </w:rPr>
              <w:t xml:space="preserve"> (P)</w:t>
            </w:r>
          </w:p>
        </w:tc>
        <w:tc>
          <w:tcPr>
            <w:tcW w:w="797" w:type="pct"/>
            <w:vAlign w:val="center"/>
          </w:tcPr>
          <w:p w14:paraId="0BEE91A8" w14:textId="6DFA7157" w:rsidR="00A54545" w:rsidRDefault="00A54545" w:rsidP="00701E63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61BF2E81" w14:textId="77777777" w:rsidTr="00D379D7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28D97812" w14:textId="77777777" w:rsidR="00A54545" w:rsidRPr="000A01F2" w:rsidRDefault="00A54545" w:rsidP="00A452DA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>Integrace CDE s vybranými informačními systémy ŠZ – provedení skupiny A</w:t>
            </w:r>
          </w:p>
        </w:tc>
        <w:tc>
          <w:tcPr>
            <w:tcW w:w="924" w:type="pct"/>
            <w:vAlign w:val="center"/>
          </w:tcPr>
          <w:p w14:paraId="39E003C9" w14:textId="77777777" w:rsidR="00A54545" w:rsidRDefault="00A54545" w:rsidP="00A452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Komplet</w:t>
            </w:r>
          </w:p>
        </w:tc>
        <w:tc>
          <w:tcPr>
            <w:tcW w:w="888" w:type="pct"/>
            <w:vAlign w:val="center"/>
          </w:tcPr>
          <w:p w14:paraId="61FE072A" w14:textId="3BDAFA1C" w:rsidR="00A54545" w:rsidRDefault="00A54545" w:rsidP="00A452DA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6965CB98" w14:textId="77777777" w:rsidR="00A54545" w:rsidRDefault="00A54545" w:rsidP="00A452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0140714C" w14:textId="5AB9E667" w:rsidR="00A54545" w:rsidRDefault="00A54545" w:rsidP="00A452D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69FF3FCD" w14:textId="77777777" w:rsidTr="00D379D7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7E67EE07" w14:textId="77777777" w:rsidR="00A54545" w:rsidRPr="000A01F2" w:rsidRDefault="00A54545" w:rsidP="00A452DA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>Integrace CDE s vybranými informačními systémy ŠZ – provedení skupiny B</w:t>
            </w:r>
          </w:p>
        </w:tc>
        <w:tc>
          <w:tcPr>
            <w:tcW w:w="924" w:type="pct"/>
            <w:vAlign w:val="center"/>
          </w:tcPr>
          <w:p w14:paraId="74237EEC" w14:textId="77777777" w:rsidR="00A54545" w:rsidRDefault="00A54545" w:rsidP="00A452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Komplet</w:t>
            </w:r>
          </w:p>
        </w:tc>
        <w:tc>
          <w:tcPr>
            <w:tcW w:w="888" w:type="pct"/>
            <w:vAlign w:val="center"/>
          </w:tcPr>
          <w:p w14:paraId="10C911A8" w14:textId="28C8DC47" w:rsidR="00A54545" w:rsidRDefault="00A54545" w:rsidP="00A452DA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0CB71F7E" w14:textId="77777777" w:rsidR="00A54545" w:rsidRDefault="00A54545" w:rsidP="00A452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683FE6DC" w14:textId="3CB767FC" w:rsidR="00A54545" w:rsidRDefault="00A54545" w:rsidP="00A452D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0219D391" w14:textId="77777777" w:rsidTr="00D379D7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003F8C65" w14:textId="77777777" w:rsidR="00A54545" w:rsidRPr="006E09AA" w:rsidRDefault="00A54545" w:rsidP="00A452DA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6E09AA">
              <w:rPr>
                <w:rFonts w:cs="Verdana"/>
              </w:rPr>
              <w:t>Paušální služby</w:t>
            </w:r>
          </w:p>
        </w:tc>
        <w:tc>
          <w:tcPr>
            <w:tcW w:w="924" w:type="pct"/>
            <w:vAlign w:val="center"/>
          </w:tcPr>
          <w:p w14:paraId="20F9A7E7" w14:textId="3F299B37" w:rsidR="00A54545" w:rsidRPr="006E09AA" w:rsidRDefault="009F79DB" w:rsidP="00A452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6E09AA">
              <w:rPr>
                <w:rFonts w:cs="Verdana"/>
                <w:color w:val="000000"/>
              </w:rPr>
              <w:t>Měsíc</w:t>
            </w:r>
          </w:p>
        </w:tc>
        <w:tc>
          <w:tcPr>
            <w:tcW w:w="888" w:type="pct"/>
            <w:vAlign w:val="center"/>
          </w:tcPr>
          <w:p w14:paraId="24AB1F04" w14:textId="631D005E" w:rsidR="00A54545" w:rsidRDefault="00A54545" w:rsidP="00A452DA">
            <w:pPr>
              <w:autoSpaceDE w:val="0"/>
              <w:autoSpaceDN w:val="0"/>
              <w:adjustRightInd w:val="0"/>
              <w:ind w:left="10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53D19300" w14:textId="7E2873C5" w:rsidR="00A54545" w:rsidRDefault="00A54545" w:rsidP="00A452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2</w:t>
            </w:r>
            <w:r w:rsidR="009F79DB">
              <w:rPr>
                <w:rFonts w:cs="Verdana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2A0149D5" w14:textId="6AA3FD79" w:rsidR="00A54545" w:rsidRDefault="00A54545" w:rsidP="00A452D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01F287C7" w14:textId="77777777" w:rsidTr="00D379D7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5F9EA7B6" w14:textId="118F0A5A" w:rsidR="00A54545" w:rsidRPr="000A01F2" w:rsidRDefault="00A54545" w:rsidP="00243531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>
              <w:rPr>
                <w:rFonts w:cs="Verdana"/>
                <w:color w:val="000000"/>
              </w:rPr>
              <w:t xml:space="preserve">Školení </w:t>
            </w:r>
            <w:r>
              <w:rPr>
                <w:rFonts w:cs="Verdana"/>
              </w:rPr>
              <w:t>k CDE</w:t>
            </w:r>
          </w:p>
        </w:tc>
        <w:tc>
          <w:tcPr>
            <w:tcW w:w="924" w:type="pct"/>
            <w:vAlign w:val="center"/>
          </w:tcPr>
          <w:p w14:paraId="6494EBDA" w14:textId="6639D4E3" w:rsidR="00A54545" w:rsidRDefault="00A54545" w:rsidP="0024353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Skupina</w:t>
            </w:r>
          </w:p>
        </w:tc>
        <w:tc>
          <w:tcPr>
            <w:tcW w:w="888" w:type="pct"/>
            <w:vAlign w:val="center"/>
          </w:tcPr>
          <w:p w14:paraId="4028E8E8" w14:textId="303FF74E" w:rsidR="00A54545" w:rsidRPr="00955C6D" w:rsidRDefault="00A54545" w:rsidP="00243531">
            <w:pPr>
              <w:autoSpaceDE w:val="0"/>
              <w:autoSpaceDN w:val="0"/>
              <w:adjustRightInd w:val="0"/>
              <w:ind w:left="10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7C7BD688" w14:textId="4F71798A" w:rsidR="00A54545" w:rsidRDefault="00A54545" w:rsidP="0024353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50</w:t>
            </w:r>
            <w:r w:rsidR="00B11999">
              <w:rPr>
                <w:rFonts w:cs="Verdana"/>
                <w:color w:val="000000"/>
              </w:rPr>
              <w:t xml:space="preserve"> (P)</w:t>
            </w:r>
          </w:p>
        </w:tc>
        <w:tc>
          <w:tcPr>
            <w:tcW w:w="797" w:type="pct"/>
            <w:vAlign w:val="center"/>
          </w:tcPr>
          <w:p w14:paraId="35E21FD6" w14:textId="20FF37D7" w:rsidR="00A54545" w:rsidRPr="00955C6D" w:rsidRDefault="00A54545" w:rsidP="0024353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</w:tbl>
    <w:p w14:paraId="48E160D3" w14:textId="77777777" w:rsidR="00AD0E5B" w:rsidRPr="00B55A09" w:rsidRDefault="00AD0E5B" w:rsidP="00B55A09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sectPr w:rsidR="00AD0E5B" w:rsidRPr="00B55A0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AD611" w14:textId="77777777" w:rsidR="00867D0F" w:rsidRDefault="00867D0F" w:rsidP="00962258">
      <w:pPr>
        <w:spacing w:after="0" w:line="240" w:lineRule="auto"/>
      </w:pPr>
      <w:r>
        <w:separator/>
      </w:r>
    </w:p>
  </w:endnote>
  <w:endnote w:type="continuationSeparator" w:id="0">
    <w:p w14:paraId="48EF6A60" w14:textId="77777777" w:rsidR="00867D0F" w:rsidRDefault="00867D0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1F9AC9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3523A7" w14:textId="535C96B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2F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2F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A5A2F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6A0B1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F393D83" w14:textId="77777777" w:rsidR="00F1715C" w:rsidRDefault="00F1715C" w:rsidP="00D831A3">
          <w:pPr>
            <w:pStyle w:val="Zpat"/>
          </w:pPr>
        </w:p>
      </w:tc>
    </w:tr>
  </w:tbl>
  <w:p w14:paraId="625F33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F31E29" wp14:editId="48D8EC4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EE24E8" wp14:editId="7F0AB77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27FDF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F4DE4E" w14:textId="218DD98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3F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3F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01125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329F37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6EF8B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B48A3D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CC2C973" w14:textId="77777777" w:rsidR="00F1715C" w:rsidRDefault="002E339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7B6FFCB" w14:textId="77777777" w:rsidR="00F1715C" w:rsidRDefault="00F1715C" w:rsidP="00460660">
          <w:pPr>
            <w:pStyle w:val="Zpat"/>
          </w:pPr>
        </w:p>
      </w:tc>
    </w:tr>
  </w:tbl>
  <w:p w14:paraId="6EA904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A450C79" wp14:editId="25FC58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CC7E43" wp14:editId="2C14BF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50E081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C9325" w14:textId="77777777" w:rsidR="00867D0F" w:rsidRDefault="00867D0F" w:rsidP="00962258">
      <w:pPr>
        <w:spacing w:after="0" w:line="240" w:lineRule="auto"/>
      </w:pPr>
      <w:r>
        <w:separator/>
      </w:r>
    </w:p>
  </w:footnote>
  <w:footnote w:type="continuationSeparator" w:id="0">
    <w:p w14:paraId="23F9E02F" w14:textId="77777777" w:rsidR="00867D0F" w:rsidRDefault="00867D0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DF0159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0494D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CCDE3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9F78F5" w14:textId="77777777" w:rsidR="00F1715C" w:rsidRPr="00D6163D" w:rsidRDefault="00F1715C" w:rsidP="00D6163D">
          <w:pPr>
            <w:pStyle w:val="Druhdokumentu"/>
          </w:pPr>
        </w:p>
      </w:tc>
    </w:tr>
  </w:tbl>
  <w:p w14:paraId="7E78F9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5055F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EAB9ED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F9FA0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F97027" w14:textId="77777777" w:rsidR="00F1715C" w:rsidRPr="00D6163D" w:rsidRDefault="00F1715C" w:rsidP="00FC6389">
          <w:pPr>
            <w:pStyle w:val="Druhdokumentu"/>
          </w:pPr>
        </w:p>
      </w:tc>
    </w:tr>
    <w:tr w:rsidR="009F392E" w14:paraId="637BADE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8FDED3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8262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F844FF" w14:textId="77777777" w:rsidR="009F392E" w:rsidRPr="00D6163D" w:rsidRDefault="009F392E" w:rsidP="00FC6389">
          <w:pPr>
            <w:pStyle w:val="Druhdokumentu"/>
          </w:pPr>
        </w:p>
      </w:tc>
    </w:tr>
  </w:tbl>
  <w:p w14:paraId="1ACC20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2C37C0" wp14:editId="1063A88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049DC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E74FB5"/>
    <w:multiLevelType w:val="hybridMultilevel"/>
    <w:tmpl w:val="C33A1778"/>
    <w:lvl w:ilvl="0" w:tplc="D9E247D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6BA31352"/>
    <w:multiLevelType w:val="hybridMultilevel"/>
    <w:tmpl w:val="EDFEE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 w16cid:durableId="1849371092">
    <w:abstractNumId w:val="3"/>
  </w:num>
  <w:num w:numId="2" w16cid:durableId="2118940411">
    <w:abstractNumId w:val="1"/>
  </w:num>
  <w:num w:numId="3" w16cid:durableId="4667517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216166">
    <w:abstractNumId w:val="9"/>
  </w:num>
  <w:num w:numId="5" w16cid:durableId="370113402">
    <w:abstractNumId w:val="4"/>
  </w:num>
  <w:num w:numId="6" w16cid:durableId="1091586162">
    <w:abstractNumId w:val="5"/>
  </w:num>
  <w:num w:numId="7" w16cid:durableId="1807965874">
    <w:abstractNumId w:val="0"/>
  </w:num>
  <w:num w:numId="8" w16cid:durableId="52318870">
    <w:abstractNumId w:val="6"/>
  </w:num>
  <w:num w:numId="9" w16cid:durableId="443382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5102996">
    <w:abstractNumId w:val="5"/>
  </w:num>
  <w:num w:numId="11" w16cid:durableId="689524944">
    <w:abstractNumId w:val="1"/>
  </w:num>
  <w:num w:numId="12" w16cid:durableId="1540051542">
    <w:abstractNumId w:val="5"/>
  </w:num>
  <w:num w:numId="13" w16cid:durableId="564756368">
    <w:abstractNumId w:val="5"/>
  </w:num>
  <w:num w:numId="14" w16cid:durableId="550384462">
    <w:abstractNumId w:val="5"/>
  </w:num>
  <w:num w:numId="15" w16cid:durableId="1781682552">
    <w:abstractNumId w:val="5"/>
  </w:num>
  <w:num w:numId="16" w16cid:durableId="1093672870">
    <w:abstractNumId w:val="11"/>
  </w:num>
  <w:num w:numId="17" w16cid:durableId="145169503">
    <w:abstractNumId w:val="3"/>
  </w:num>
  <w:num w:numId="18" w16cid:durableId="1597978294">
    <w:abstractNumId w:val="11"/>
  </w:num>
  <w:num w:numId="19" w16cid:durableId="323897659">
    <w:abstractNumId w:val="11"/>
  </w:num>
  <w:num w:numId="20" w16cid:durableId="1342468934">
    <w:abstractNumId w:val="11"/>
  </w:num>
  <w:num w:numId="21" w16cid:durableId="1900365385">
    <w:abstractNumId w:val="11"/>
  </w:num>
  <w:num w:numId="22" w16cid:durableId="2054379294">
    <w:abstractNumId w:val="5"/>
  </w:num>
  <w:num w:numId="23" w16cid:durableId="1273317996">
    <w:abstractNumId w:val="1"/>
  </w:num>
  <w:num w:numId="24" w16cid:durableId="516844779">
    <w:abstractNumId w:val="5"/>
  </w:num>
  <w:num w:numId="25" w16cid:durableId="1289317132">
    <w:abstractNumId w:val="5"/>
  </w:num>
  <w:num w:numId="26" w16cid:durableId="1764184407">
    <w:abstractNumId w:val="5"/>
  </w:num>
  <w:num w:numId="27" w16cid:durableId="372002885">
    <w:abstractNumId w:val="5"/>
  </w:num>
  <w:num w:numId="28" w16cid:durableId="263146969">
    <w:abstractNumId w:val="11"/>
  </w:num>
  <w:num w:numId="29" w16cid:durableId="52585239">
    <w:abstractNumId w:val="3"/>
  </w:num>
  <w:num w:numId="30" w16cid:durableId="2106879765">
    <w:abstractNumId w:val="11"/>
  </w:num>
  <w:num w:numId="31" w16cid:durableId="915944611">
    <w:abstractNumId w:val="11"/>
  </w:num>
  <w:num w:numId="32" w16cid:durableId="1901939365">
    <w:abstractNumId w:val="11"/>
  </w:num>
  <w:num w:numId="33" w16cid:durableId="607784082">
    <w:abstractNumId w:val="11"/>
  </w:num>
  <w:num w:numId="34" w16cid:durableId="1936087443">
    <w:abstractNumId w:val="8"/>
  </w:num>
  <w:num w:numId="35" w16cid:durableId="1984234720">
    <w:abstractNumId w:val="12"/>
  </w:num>
  <w:num w:numId="36" w16cid:durableId="1315178028">
    <w:abstractNumId w:val="10"/>
  </w:num>
  <w:num w:numId="37" w16cid:durableId="119669332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3302E"/>
    <w:rsid w:val="00042398"/>
    <w:rsid w:val="00072C1E"/>
    <w:rsid w:val="000A01F2"/>
    <w:rsid w:val="000D737B"/>
    <w:rsid w:val="000E23A7"/>
    <w:rsid w:val="000E4423"/>
    <w:rsid w:val="000E63D6"/>
    <w:rsid w:val="0010693F"/>
    <w:rsid w:val="00114472"/>
    <w:rsid w:val="00145FAE"/>
    <w:rsid w:val="001550BC"/>
    <w:rsid w:val="001605B9"/>
    <w:rsid w:val="00170EC5"/>
    <w:rsid w:val="001747C1"/>
    <w:rsid w:val="00184743"/>
    <w:rsid w:val="00196E43"/>
    <w:rsid w:val="001B5BF7"/>
    <w:rsid w:val="001C390D"/>
    <w:rsid w:val="001D2593"/>
    <w:rsid w:val="001E4F13"/>
    <w:rsid w:val="00200495"/>
    <w:rsid w:val="00207DF5"/>
    <w:rsid w:val="00242037"/>
    <w:rsid w:val="00243531"/>
    <w:rsid w:val="00280E07"/>
    <w:rsid w:val="00294FDA"/>
    <w:rsid w:val="002B50BB"/>
    <w:rsid w:val="002C31BF"/>
    <w:rsid w:val="002D08B1"/>
    <w:rsid w:val="002E0CD7"/>
    <w:rsid w:val="002E339B"/>
    <w:rsid w:val="00341DCF"/>
    <w:rsid w:val="00357BC6"/>
    <w:rsid w:val="00393608"/>
    <w:rsid w:val="003956C6"/>
    <w:rsid w:val="003B71C1"/>
    <w:rsid w:val="00441430"/>
    <w:rsid w:val="00450F07"/>
    <w:rsid w:val="00453CD3"/>
    <w:rsid w:val="00460660"/>
    <w:rsid w:val="00486107"/>
    <w:rsid w:val="00491827"/>
    <w:rsid w:val="004960B0"/>
    <w:rsid w:val="004B348C"/>
    <w:rsid w:val="004C4399"/>
    <w:rsid w:val="004C787C"/>
    <w:rsid w:val="004E143C"/>
    <w:rsid w:val="004E3A53"/>
    <w:rsid w:val="004F1A30"/>
    <w:rsid w:val="004F20BC"/>
    <w:rsid w:val="004F4B9B"/>
    <w:rsid w:val="004F69EA"/>
    <w:rsid w:val="00502F81"/>
    <w:rsid w:val="00511AB9"/>
    <w:rsid w:val="00523EA7"/>
    <w:rsid w:val="00553375"/>
    <w:rsid w:val="00556D9E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1C85"/>
    <w:rsid w:val="006D7AFE"/>
    <w:rsid w:val="006E0578"/>
    <w:rsid w:val="006E09AA"/>
    <w:rsid w:val="006E314D"/>
    <w:rsid w:val="006F177D"/>
    <w:rsid w:val="006F1860"/>
    <w:rsid w:val="00701E63"/>
    <w:rsid w:val="00710723"/>
    <w:rsid w:val="00723ED1"/>
    <w:rsid w:val="00743525"/>
    <w:rsid w:val="00747127"/>
    <w:rsid w:val="0076286B"/>
    <w:rsid w:val="00766846"/>
    <w:rsid w:val="0077673A"/>
    <w:rsid w:val="007774E0"/>
    <w:rsid w:val="007846E1"/>
    <w:rsid w:val="007B570C"/>
    <w:rsid w:val="007C589B"/>
    <w:rsid w:val="007E4A6E"/>
    <w:rsid w:val="007F56A7"/>
    <w:rsid w:val="00807DD0"/>
    <w:rsid w:val="008236F6"/>
    <w:rsid w:val="008529E6"/>
    <w:rsid w:val="008659F3"/>
    <w:rsid w:val="00867D0F"/>
    <w:rsid w:val="008841F3"/>
    <w:rsid w:val="00886D4B"/>
    <w:rsid w:val="00895406"/>
    <w:rsid w:val="008A3568"/>
    <w:rsid w:val="008A3BBF"/>
    <w:rsid w:val="008C3F38"/>
    <w:rsid w:val="008D03B9"/>
    <w:rsid w:val="008F18D6"/>
    <w:rsid w:val="008F6102"/>
    <w:rsid w:val="00904780"/>
    <w:rsid w:val="00915B13"/>
    <w:rsid w:val="00922385"/>
    <w:rsid w:val="009223DF"/>
    <w:rsid w:val="00923DE9"/>
    <w:rsid w:val="00936091"/>
    <w:rsid w:val="00940D8A"/>
    <w:rsid w:val="00955C6D"/>
    <w:rsid w:val="00962258"/>
    <w:rsid w:val="00963B7B"/>
    <w:rsid w:val="009678B7"/>
    <w:rsid w:val="009833E1"/>
    <w:rsid w:val="00992D9C"/>
    <w:rsid w:val="00996CB8"/>
    <w:rsid w:val="009B14A9"/>
    <w:rsid w:val="009B2E97"/>
    <w:rsid w:val="009E07F4"/>
    <w:rsid w:val="009F392E"/>
    <w:rsid w:val="009F3B9B"/>
    <w:rsid w:val="009F79DB"/>
    <w:rsid w:val="00A452DA"/>
    <w:rsid w:val="00A54545"/>
    <w:rsid w:val="00A57B7F"/>
    <w:rsid w:val="00A6022D"/>
    <w:rsid w:val="00A6177B"/>
    <w:rsid w:val="00A66136"/>
    <w:rsid w:val="00A756D0"/>
    <w:rsid w:val="00A82FE8"/>
    <w:rsid w:val="00AA4CBB"/>
    <w:rsid w:val="00AA65FA"/>
    <w:rsid w:val="00AA7351"/>
    <w:rsid w:val="00AD056F"/>
    <w:rsid w:val="00AD0E5B"/>
    <w:rsid w:val="00AD6731"/>
    <w:rsid w:val="00AD6CA5"/>
    <w:rsid w:val="00AE34CF"/>
    <w:rsid w:val="00B11999"/>
    <w:rsid w:val="00B15D0D"/>
    <w:rsid w:val="00B32A34"/>
    <w:rsid w:val="00B55A09"/>
    <w:rsid w:val="00B57693"/>
    <w:rsid w:val="00B63F5D"/>
    <w:rsid w:val="00B75EE1"/>
    <w:rsid w:val="00B77481"/>
    <w:rsid w:val="00B8518B"/>
    <w:rsid w:val="00BD7E91"/>
    <w:rsid w:val="00C02D0A"/>
    <w:rsid w:val="00C03A6E"/>
    <w:rsid w:val="00C05E43"/>
    <w:rsid w:val="00C07BAE"/>
    <w:rsid w:val="00C3310D"/>
    <w:rsid w:val="00C44F6A"/>
    <w:rsid w:val="00C47AE3"/>
    <w:rsid w:val="00CD1FC4"/>
    <w:rsid w:val="00CD34C9"/>
    <w:rsid w:val="00CF1DC1"/>
    <w:rsid w:val="00D21061"/>
    <w:rsid w:val="00D21BC6"/>
    <w:rsid w:val="00D356EB"/>
    <w:rsid w:val="00D379D7"/>
    <w:rsid w:val="00D4108E"/>
    <w:rsid w:val="00D6163D"/>
    <w:rsid w:val="00D638DE"/>
    <w:rsid w:val="00D73D46"/>
    <w:rsid w:val="00D74E24"/>
    <w:rsid w:val="00D831A3"/>
    <w:rsid w:val="00D85652"/>
    <w:rsid w:val="00DC75F3"/>
    <w:rsid w:val="00DD46F3"/>
    <w:rsid w:val="00DE56F2"/>
    <w:rsid w:val="00DF116D"/>
    <w:rsid w:val="00DF7E7C"/>
    <w:rsid w:val="00E36C4A"/>
    <w:rsid w:val="00E63574"/>
    <w:rsid w:val="00EB104F"/>
    <w:rsid w:val="00EB7A88"/>
    <w:rsid w:val="00ED14BD"/>
    <w:rsid w:val="00EE1057"/>
    <w:rsid w:val="00EF3BFB"/>
    <w:rsid w:val="00F0533E"/>
    <w:rsid w:val="00F1003A"/>
    <w:rsid w:val="00F1048D"/>
    <w:rsid w:val="00F12DEC"/>
    <w:rsid w:val="00F1715C"/>
    <w:rsid w:val="00F310F8"/>
    <w:rsid w:val="00F35939"/>
    <w:rsid w:val="00F45607"/>
    <w:rsid w:val="00F472B5"/>
    <w:rsid w:val="00F53B4A"/>
    <w:rsid w:val="00F5558F"/>
    <w:rsid w:val="00F659EB"/>
    <w:rsid w:val="00F67F18"/>
    <w:rsid w:val="00F86BA6"/>
    <w:rsid w:val="00F93BA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E6DB9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F3B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3B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F3B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3B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3B9B"/>
    <w:rPr>
      <w:b/>
      <w:bCs/>
      <w:sz w:val="20"/>
      <w:szCs w:val="20"/>
    </w:r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basedOn w:val="Standardnpsmoodstavce"/>
    <w:link w:val="Odstavecseseznamem"/>
    <w:uiPriority w:val="34"/>
    <w:rsid w:val="00AD0E5B"/>
  </w:style>
  <w:style w:type="paragraph" w:styleId="Revize">
    <w:name w:val="Revision"/>
    <w:hidden/>
    <w:uiPriority w:val="99"/>
    <w:semiHidden/>
    <w:rsid w:val="006F17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15CBE9-7C54-4626-85AF-DDBD7E33EB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81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52</cp:revision>
  <cp:lastPrinted>2017-11-28T17:18:00Z</cp:lastPrinted>
  <dcterms:created xsi:type="dcterms:W3CDTF">2020-02-20T08:52:00Z</dcterms:created>
  <dcterms:modified xsi:type="dcterms:W3CDTF">2025-01-23T13:18:00Z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